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B4" w:rsidRDefault="00F565B4" w:rsidP="006460F5">
      <w:pPr>
        <w:pStyle w:val="Title"/>
        <w:ind w:right="435"/>
        <w:rPr>
          <w:b/>
          <w:sz w:val="28"/>
          <w:szCs w:val="28"/>
        </w:rPr>
      </w:pPr>
    </w:p>
    <w:p w:rsidR="00F565B4" w:rsidRPr="006460F5" w:rsidRDefault="00F565B4" w:rsidP="006460F5">
      <w:pPr>
        <w:pStyle w:val="Title"/>
        <w:ind w:right="435"/>
        <w:rPr>
          <w:b/>
          <w:sz w:val="28"/>
          <w:szCs w:val="28"/>
        </w:rPr>
      </w:pPr>
      <w:r w:rsidRPr="006460F5">
        <w:rPr>
          <w:b/>
          <w:sz w:val="28"/>
          <w:szCs w:val="28"/>
        </w:rPr>
        <w:t>Красноярский край</w:t>
      </w:r>
      <w:r>
        <w:rPr>
          <w:b/>
          <w:sz w:val="28"/>
          <w:szCs w:val="28"/>
        </w:rPr>
        <w:t xml:space="preserve"> </w:t>
      </w:r>
    </w:p>
    <w:p w:rsidR="00F565B4" w:rsidRPr="006460F5" w:rsidRDefault="00F565B4" w:rsidP="00470C90">
      <w:pPr>
        <w:pStyle w:val="Heading1"/>
        <w:rPr>
          <w:b/>
          <w:sz w:val="28"/>
          <w:szCs w:val="28"/>
        </w:rPr>
      </w:pPr>
    </w:p>
    <w:p w:rsidR="00F565B4" w:rsidRDefault="00F565B4" w:rsidP="00470C90">
      <w:pPr>
        <w:pStyle w:val="Heading1"/>
        <w:rPr>
          <w:b/>
          <w:sz w:val="20"/>
        </w:rPr>
      </w:pPr>
      <w:r w:rsidRPr="009E4BCE"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>
            <v:imagedata r:id="rId6" o:title=""/>
          </v:shape>
        </w:pict>
      </w:r>
    </w:p>
    <w:p w:rsidR="00F565B4" w:rsidRDefault="00F565B4" w:rsidP="00470C90">
      <w:pPr>
        <w:pStyle w:val="Heading1"/>
        <w:ind w:left="-720"/>
        <w:rPr>
          <w:rFonts w:ascii="Arial Black" w:hAnsi="Arial Black"/>
          <w:b/>
          <w:sz w:val="20"/>
        </w:rPr>
      </w:pPr>
    </w:p>
    <w:p w:rsidR="00F565B4" w:rsidRPr="0019507F" w:rsidRDefault="00F565B4" w:rsidP="00470C90">
      <w:pPr>
        <w:pStyle w:val="Heading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F565B4" w:rsidRDefault="00F565B4" w:rsidP="00470C90">
      <w:pPr>
        <w:jc w:val="center"/>
        <w:rPr>
          <w:b/>
          <w:sz w:val="10"/>
        </w:rPr>
      </w:pPr>
    </w:p>
    <w:p w:rsidR="00F565B4" w:rsidRDefault="00F565B4" w:rsidP="00470C90">
      <w:pPr>
        <w:jc w:val="center"/>
        <w:rPr>
          <w:sz w:val="10"/>
        </w:rPr>
      </w:pPr>
    </w:p>
    <w:p w:rsidR="00F565B4" w:rsidRDefault="00F565B4" w:rsidP="00470C90">
      <w:pPr>
        <w:pStyle w:val="Heading1"/>
        <w:rPr>
          <w:rFonts w:ascii="Bookman Old Style" w:hAnsi="Bookman Old Style"/>
          <w:b/>
          <w:i w:val="0"/>
          <w:sz w:val="52"/>
        </w:rPr>
      </w:pPr>
      <w:r>
        <w:rPr>
          <w:rFonts w:ascii="Bookman Old Style" w:hAnsi="Bookman Old Style"/>
          <w:b/>
          <w:i w:val="0"/>
          <w:sz w:val="52"/>
        </w:rPr>
        <w:t>Р Е Ш Е Н И Е</w:t>
      </w:r>
    </w:p>
    <w:p w:rsidR="00F565B4" w:rsidRDefault="00F565B4" w:rsidP="00470C90">
      <w:pPr>
        <w:pStyle w:val="Heading1"/>
        <w:jc w:val="left"/>
        <w:rPr>
          <w:noProof/>
          <w:sz w:val="16"/>
        </w:rPr>
      </w:pPr>
      <w:r>
        <w:t xml:space="preserve"> </w:t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  <w:t xml:space="preserve">           </w:t>
      </w:r>
    </w:p>
    <w:p w:rsidR="00F565B4" w:rsidRDefault="00F565B4" w:rsidP="00470C90">
      <w:pPr>
        <w:pBdr>
          <w:bottom w:val="double" w:sz="4" w:space="1" w:color="auto"/>
        </w:pBdr>
        <w:rPr>
          <w:sz w:val="2"/>
        </w:rPr>
      </w:pPr>
    </w:p>
    <w:p w:rsidR="00F565B4" w:rsidRDefault="00F565B4" w:rsidP="00470C90"/>
    <w:p w:rsidR="00F565B4" w:rsidRDefault="00F565B4" w:rsidP="00470C90">
      <w:r>
        <w:t xml:space="preserve"> 29.03.</w:t>
      </w:r>
      <w:r w:rsidRPr="006460F5">
        <w:t>201</w:t>
      </w:r>
      <w:r>
        <w:t>2</w:t>
      </w:r>
      <w:r w:rsidRPr="006460F5">
        <w:t xml:space="preserve"> </w:t>
      </w:r>
      <w:r>
        <w:t xml:space="preserve">                              </w:t>
      </w:r>
      <w:r w:rsidRPr="006460F5">
        <w:t xml:space="preserve"> г. Дивногорск </w:t>
      </w:r>
      <w:r>
        <w:t xml:space="preserve">                                    </w:t>
      </w:r>
      <w:r w:rsidRPr="006460F5">
        <w:t>№</w:t>
      </w:r>
      <w:r>
        <w:t>21-146-ГС</w:t>
      </w:r>
    </w:p>
    <w:p w:rsidR="00F565B4" w:rsidRDefault="00F565B4" w:rsidP="00EB583C">
      <w:pPr>
        <w:pStyle w:val="21"/>
      </w:pPr>
    </w:p>
    <w:p w:rsidR="00F565B4" w:rsidRDefault="00F565B4" w:rsidP="00D94A9D">
      <w:pPr>
        <w:pStyle w:val="21"/>
        <w:jc w:val="both"/>
      </w:pPr>
      <w:r>
        <w:t>Об утверждении перечня</w:t>
      </w:r>
      <w:r w:rsidRPr="00D94A9D">
        <w:t xml:space="preserve"> услуг, которые являются</w:t>
      </w:r>
    </w:p>
    <w:p w:rsidR="00F565B4" w:rsidRDefault="00F565B4" w:rsidP="00D94A9D">
      <w:pPr>
        <w:pStyle w:val="21"/>
        <w:jc w:val="both"/>
      </w:pPr>
      <w:r w:rsidRPr="00D94A9D">
        <w:t>необходимыми и обязательными для предоставления</w:t>
      </w:r>
    </w:p>
    <w:p w:rsidR="00F565B4" w:rsidRDefault="00F565B4" w:rsidP="00D94A9D">
      <w:pPr>
        <w:pStyle w:val="21"/>
        <w:jc w:val="both"/>
      </w:pPr>
      <w:r w:rsidRPr="00D94A9D">
        <w:t>муниципальных услуг в  муниципальном образовании</w:t>
      </w:r>
    </w:p>
    <w:p w:rsidR="00F565B4" w:rsidRDefault="00F565B4" w:rsidP="00D94A9D">
      <w:pPr>
        <w:pStyle w:val="21"/>
        <w:jc w:val="both"/>
      </w:pPr>
      <w:r w:rsidRPr="00D94A9D">
        <w:t>город Дивногорск</w:t>
      </w:r>
    </w:p>
    <w:p w:rsidR="00F565B4" w:rsidRPr="00F43DD1" w:rsidRDefault="00F565B4" w:rsidP="00637D3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bookmarkStart w:id="0" w:name="sub_1"/>
    </w:p>
    <w:p w:rsidR="00F565B4" w:rsidRDefault="00F565B4" w:rsidP="001F4324">
      <w:pPr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На основании ст. 9 Федерального закона от 27.07.2010 №210-ФЗ «Об организации предоставления государственных и муниципальных услуг», руководствуясь ст. 26 Устава города Дивногорск, городской Совет депутатов </w:t>
      </w:r>
      <w:r w:rsidRPr="001F4324">
        <w:rPr>
          <w:b/>
        </w:rPr>
        <w:t>Р</w:t>
      </w:r>
      <w:r>
        <w:rPr>
          <w:b/>
        </w:rPr>
        <w:t>ЕШИЛ</w:t>
      </w:r>
      <w:r w:rsidRPr="001F4324">
        <w:rPr>
          <w:b/>
        </w:rPr>
        <w:t>:</w:t>
      </w:r>
    </w:p>
    <w:p w:rsidR="00F565B4" w:rsidRDefault="00F565B4" w:rsidP="001F4324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F565B4" w:rsidRDefault="00F565B4" w:rsidP="001F4324">
      <w:pPr>
        <w:autoSpaceDE w:val="0"/>
        <w:autoSpaceDN w:val="0"/>
        <w:adjustRightInd w:val="0"/>
        <w:ind w:firstLine="709"/>
        <w:jc w:val="both"/>
      </w:pPr>
      <w:r w:rsidRPr="00D94A9D">
        <w:t>1. Утвердить</w:t>
      </w:r>
      <w:r>
        <w:t xml:space="preserve"> п</w:t>
      </w:r>
      <w:r w:rsidRPr="00D94A9D">
        <w:t xml:space="preserve">еречень услуг, которые являются необходимыми и обязательными для предоставления муниципальных </w:t>
      </w:r>
      <w:r>
        <w:t xml:space="preserve">услуг в </w:t>
      </w:r>
      <w:r w:rsidRPr="00D94A9D">
        <w:t>муниципальном образовании город Дивногорск</w:t>
      </w:r>
      <w:r>
        <w:t xml:space="preserve"> согласно приложению.</w:t>
      </w:r>
    </w:p>
    <w:p w:rsidR="00F565B4" w:rsidRPr="00226F62" w:rsidRDefault="00F565B4" w:rsidP="001F4324">
      <w:pPr>
        <w:autoSpaceDE w:val="0"/>
        <w:autoSpaceDN w:val="0"/>
        <w:adjustRightInd w:val="0"/>
        <w:ind w:firstLine="709"/>
        <w:jc w:val="both"/>
      </w:pPr>
      <w:r w:rsidRPr="00226F62">
        <w:t xml:space="preserve">2. </w:t>
      </w:r>
      <w:bookmarkStart w:id="1" w:name="sub_4"/>
      <w:bookmarkEnd w:id="0"/>
      <w:r w:rsidRPr="00226F62">
        <w:t>Настоящее решение подлежит опубликованию в средствах массовой информации, размещению на официальном сайте администрации города в информационно – телекоммуникационной сети «Интернет».</w:t>
      </w:r>
    </w:p>
    <w:p w:rsidR="00F565B4" w:rsidRDefault="00F565B4" w:rsidP="001F4324">
      <w:pPr>
        <w:ind w:firstLine="709"/>
        <w:jc w:val="both"/>
      </w:pPr>
      <w:r w:rsidRPr="00226F62">
        <w:t>3.</w:t>
      </w:r>
      <w:r>
        <w:t xml:space="preserve"> </w:t>
      </w:r>
      <w:r w:rsidRPr="00226F62">
        <w:t>Решение вступает в силу в день, следующий за днем его официального опубликования.</w:t>
      </w:r>
    </w:p>
    <w:bookmarkEnd w:id="1"/>
    <w:p w:rsidR="00F565B4" w:rsidRDefault="00F565B4" w:rsidP="001F4324">
      <w:pPr>
        <w:autoSpaceDE w:val="0"/>
        <w:autoSpaceDN w:val="0"/>
        <w:adjustRightInd w:val="0"/>
        <w:jc w:val="both"/>
        <w:outlineLvl w:val="0"/>
      </w:pPr>
    </w:p>
    <w:p w:rsidR="00F565B4" w:rsidRDefault="00F565B4" w:rsidP="001F4324">
      <w:pPr>
        <w:autoSpaceDE w:val="0"/>
        <w:autoSpaceDN w:val="0"/>
        <w:adjustRightInd w:val="0"/>
        <w:jc w:val="both"/>
        <w:outlineLvl w:val="0"/>
      </w:pPr>
    </w:p>
    <w:p w:rsidR="00F565B4" w:rsidRDefault="00F565B4" w:rsidP="001F4324">
      <w:pPr>
        <w:autoSpaceDE w:val="0"/>
        <w:autoSpaceDN w:val="0"/>
        <w:adjustRightInd w:val="0"/>
        <w:jc w:val="both"/>
        <w:outlineLvl w:val="0"/>
      </w:pPr>
      <w:r>
        <w:t xml:space="preserve">Глава города                                                                                               Е. Е. Оль </w:t>
      </w:r>
    </w:p>
    <w:sectPr w:rsidR="00F565B4" w:rsidSect="009547D1">
      <w:headerReference w:type="even" r:id="rId7"/>
      <w:headerReference w:type="default" r:id="rId8"/>
      <w:pgSz w:w="11906" w:h="16838" w:code="9"/>
      <w:pgMar w:top="737" w:right="851" w:bottom="79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5B4" w:rsidRDefault="00F565B4">
      <w:r>
        <w:separator/>
      </w:r>
    </w:p>
  </w:endnote>
  <w:endnote w:type="continuationSeparator" w:id="0">
    <w:p w:rsidR="00F565B4" w:rsidRDefault="00F565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5B4" w:rsidRDefault="00F565B4">
      <w:r>
        <w:separator/>
      </w:r>
    </w:p>
  </w:footnote>
  <w:footnote w:type="continuationSeparator" w:id="0">
    <w:p w:rsidR="00F565B4" w:rsidRDefault="00F565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5B4" w:rsidRDefault="00F565B4" w:rsidP="00FC001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65B4" w:rsidRDefault="00F565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5B4" w:rsidRDefault="00F565B4" w:rsidP="00FC29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565B4" w:rsidRDefault="00F565B4" w:rsidP="00FC0012">
    <w:pPr>
      <w:pStyle w:val="Header"/>
      <w:framePr w:wrap="around" w:vAnchor="text" w:hAnchor="page" w:x="6202" w:y="61"/>
      <w:rPr>
        <w:rStyle w:val="PageNumber"/>
      </w:rPr>
    </w:pPr>
  </w:p>
  <w:p w:rsidR="00F565B4" w:rsidRDefault="00F565B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7136"/>
    <w:rsid w:val="00004221"/>
    <w:rsid w:val="0000516D"/>
    <w:rsid w:val="000132C3"/>
    <w:rsid w:val="00013EF5"/>
    <w:rsid w:val="00020954"/>
    <w:rsid w:val="00025CD7"/>
    <w:rsid w:val="0003000F"/>
    <w:rsid w:val="000327E2"/>
    <w:rsid w:val="000365F2"/>
    <w:rsid w:val="0003722D"/>
    <w:rsid w:val="00080113"/>
    <w:rsid w:val="00093893"/>
    <w:rsid w:val="00097AA6"/>
    <w:rsid w:val="000A1875"/>
    <w:rsid w:val="000C0E92"/>
    <w:rsid w:val="000D5277"/>
    <w:rsid w:val="000F6342"/>
    <w:rsid w:val="00112580"/>
    <w:rsid w:val="00117C76"/>
    <w:rsid w:val="00145673"/>
    <w:rsid w:val="00145723"/>
    <w:rsid w:val="001458EF"/>
    <w:rsid w:val="00162C1C"/>
    <w:rsid w:val="00163253"/>
    <w:rsid w:val="00183C14"/>
    <w:rsid w:val="0018445C"/>
    <w:rsid w:val="0019507F"/>
    <w:rsid w:val="001A152A"/>
    <w:rsid w:val="001A66A9"/>
    <w:rsid w:val="001B3ECC"/>
    <w:rsid w:val="001C58D9"/>
    <w:rsid w:val="001D6D22"/>
    <w:rsid w:val="001F427C"/>
    <w:rsid w:val="001F4324"/>
    <w:rsid w:val="002025E5"/>
    <w:rsid w:val="002129B1"/>
    <w:rsid w:val="00217474"/>
    <w:rsid w:val="00226F62"/>
    <w:rsid w:val="00230C43"/>
    <w:rsid w:val="002379B6"/>
    <w:rsid w:val="002868FA"/>
    <w:rsid w:val="00294432"/>
    <w:rsid w:val="0029686E"/>
    <w:rsid w:val="0029788B"/>
    <w:rsid w:val="002A0F87"/>
    <w:rsid w:val="002A1513"/>
    <w:rsid w:val="002B4F8B"/>
    <w:rsid w:val="002C7543"/>
    <w:rsid w:val="002E0019"/>
    <w:rsid w:val="002E1177"/>
    <w:rsid w:val="002E6367"/>
    <w:rsid w:val="002F2308"/>
    <w:rsid w:val="002F6731"/>
    <w:rsid w:val="00305703"/>
    <w:rsid w:val="003366A4"/>
    <w:rsid w:val="00357849"/>
    <w:rsid w:val="0036791F"/>
    <w:rsid w:val="00396373"/>
    <w:rsid w:val="003B0001"/>
    <w:rsid w:val="003B5F8E"/>
    <w:rsid w:val="003D03E2"/>
    <w:rsid w:val="003D6772"/>
    <w:rsid w:val="003E7F74"/>
    <w:rsid w:val="003F6B7F"/>
    <w:rsid w:val="003F6D2D"/>
    <w:rsid w:val="004149F7"/>
    <w:rsid w:val="00425967"/>
    <w:rsid w:val="00442080"/>
    <w:rsid w:val="0046464B"/>
    <w:rsid w:val="00470C90"/>
    <w:rsid w:val="00483659"/>
    <w:rsid w:val="00491479"/>
    <w:rsid w:val="00496B9A"/>
    <w:rsid w:val="004A7A41"/>
    <w:rsid w:val="004B1FA0"/>
    <w:rsid w:val="004C6340"/>
    <w:rsid w:val="004D3203"/>
    <w:rsid w:val="00500A49"/>
    <w:rsid w:val="00552654"/>
    <w:rsid w:val="005A22B1"/>
    <w:rsid w:val="005A5111"/>
    <w:rsid w:val="005B0112"/>
    <w:rsid w:val="005C048A"/>
    <w:rsid w:val="005C3CC1"/>
    <w:rsid w:val="005E04F7"/>
    <w:rsid w:val="005F56BD"/>
    <w:rsid w:val="005F593B"/>
    <w:rsid w:val="00611BED"/>
    <w:rsid w:val="0063537C"/>
    <w:rsid w:val="00637D39"/>
    <w:rsid w:val="006460F5"/>
    <w:rsid w:val="00665076"/>
    <w:rsid w:val="00675A18"/>
    <w:rsid w:val="0069689B"/>
    <w:rsid w:val="006D1E64"/>
    <w:rsid w:val="006D485C"/>
    <w:rsid w:val="006E3029"/>
    <w:rsid w:val="006F1D65"/>
    <w:rsid w:val="006F3113"/>
    <w:rsid w:val="006F4A8F"/>
    <w:rsid w:val="00733AA9"/>
    <w:rsid w:val="007D3FA0"/>
    <w:rsid w:val="007D439B"/>
    <w:rsid w:val="007F1F73"/>
    <w:rsid w:val="00874577"/>
    <w:rsid w:val="0089662E"/>
    <w:rsid w:val="00901DEA"/>
    <w:rsid w:val="00902560"/>
    <w:rsid w:val="00907136"/>
    <w:rsid w:val="00915256"/>
    <w:rsid w:val="00930F4A"/>
    <w:rsid w:val="00934E05"/>
    <w:rsid w:val="009547D1"/>
    <w:rsid w:val="009A69B0"/>
    <w:rsid w:val="009B6681"/>
    <w:rsid w:val="009C453C"/>
    <w:rsid w:val="009E1108"/>
    <w:rsid w:val="009E267C"/>
    <w:rsid w:val="009E31E2"/>
    <w:rsid w:val="009E4BCE"/>
    <w:rsid w:val="00A0097F"/>
    <w:rsid w:val="00A02B52"/>
    <w:rsid w:val="00A20A27"/>
    <w:rsid w:val="00A348C5"/>
    <w:rsid w:val="00A5553A"/>
    <w:rsid w:val="00A60139"/>
    <w:rsid w:val="00A60C1C"/>
    <w:rsid w:val="00A94082"/>
    <w:rsid w:val="00AA6C6B"/>
    <w:rsid w:val="00AB25AC"/>
    <w:rsid w:val="00B277B6"/>
    <w:rsid w:val="00B32F40"/>
    <w:rsid w:val="00B3338C"/>
    <w:rsid w:val="00B416D3"/>
    <w:rsid w:val="00B41954"/>
    <w:rsid w:val="00B57D82"/>
    <w:rsid w:val="00B6017C"/>
    <w:rsid w:val="00B85DE2"/>
    <w:rsid w:val="00B87BBB"/>
    <w:rsid w:val="00B933F0"/>
    <w:rsid w:val="00B937BF"/>
    <w:rsid w:val="00BB1FA1"/>
    <w:rsid w:val="00BC2596"/>
    <w:rsid w:val="00C058CE"/>
    <w:rsid w:val="00C05B40"/>
    <w:rsid w:val="00C1498C"/>
    <w:rsid w:val="00C35EE1"/>
    <w:rsid w:val="00C8565F"/>
    <w:rsid w:val="00C93D35"/>
    <w:rsid w:val="00C949C9"/>
    <w:rsid w:val="00CA03BC"/>
    <w:rsid w:val="00CC0C73"/>
    <w:rsid w:val="00CC60E3"/>
    <w:rsid w:val="00CC7D56"/>
    <w:rsid w:val="00CD4CCD"/>
    <w:rsid w:val="00D2693B"/>
    <w:rsid w:val="00D44E6E"/>
    <w:rsid w:val="00D60425"/>
    <w:rsid w:val="00D60EA8"/>
    <w:rsid w:val="00D64C21"/>
    <w:rsid w:val="00D81182"/>
    <w:rsid w:val="00D818E8"/>
    <w:rsid w:val="00D87A21"/>
    <w:rsid w:val="00D94A9D"/>
    <w:rsid w:val="00DB0BBF"/>
    <w:rsid w:val="00DB0E1B"/>
    <w:rsid w:val="00DC04B5"/>
    <w:rsid w:val="00DC25ED"/>
    <w:rsid w:val="00DC4389"/>
    <w:rsid w:val="00DC4584"/>
    <w:rsid w:val="00E12E0E"/>
    <w:rsid w:val="00E264E1"/>
    <w:rsid w:val="00E348DF"/>
    <w:rsid w:val="00E36258"/>
    <w:rsid w:val="00E51F69"/>
    <w:rsid w:val="00E84B92"/>
    <w:rsid w:val="00EB28BD"/>
    <w:rsid w:val="00EB583C"/>
    <w:rsid w:val="00ED2833"/>
    <w:rsid w:val="00ED6C24"/>
    <w:rsid w:val="00EE3E6C"/>
    <w:rsid w:val="00EE4A99"/>
    <w:rsid w:val="00F0074D"/>
    <w:rsid w:val="00F02230"/>
    <w:rsid w:val="00F1421D"/>
    <w:rsid w:val="00F310BF"/>
    <w:rsid w:val="00F350B2"/>
    <w:rsid w:val="00F43DD1"/>
    <w:rsid w:val="00F46575"/>
    <w:rsid w:val="00F565B4"/>
    <w:rsid w:val="00F662E6"/>
    <w:rsid w:val="00FA407F"/>
    <w:rsid w:val="00FB280B"/>
    <w:rsid w:val="00FC0012"/>
    <w:rsid w:val="00FC2900"/>
    <w:rsid w:val="00FC3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B40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70C90"/>
    <w:pPr>
      <w:keepNext/>
      <w:jc w:val="center"/>
      <w:outlineLvl w:val="0"/>
    </w:pPr>
    <w:rPr>
      <w:rFonts w:ascii="Arial" w:hAnsi="Arial"/>
      <w:i/>
      <w:color w:val="000000"/>
      <w:sz w:val="2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E4BCE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90713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0713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07136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470C90"/>
    <w:pPr>
      <w:jc w:val="center"/>
    </w:pPr>
    <w:rPr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9E4BC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21">
    <w:name w:val="Основной текст 21"/>
    <w:basedOn w:val="Normal"/>
    <w:uiPriority w:val="99"/>
    <w:rsid w:val="00470C90"/>
    <w:rPr>
      <w:sz w:val="24"/>
      <w:szCs w:val="20"/>
    </w:rPr>
  </w:style>
  <w:style w:type="paragraph" w:styleId="Header">
    <w:name w:val="header"/>
    <w:basedOn w:val="Normal"/>
    <w:link w:val="HeaderChar"/>
    <w:uiPriority w:val="99"/>
    <w:rsid w:val="00FC001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E4BCE"/>
    <w:rPr>
      <w:rFonts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FC001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C001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E4BCE"/>
    <w:rPr>
      <w:rFonts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2C75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4BCE"/>
    <w:rPr>
      <w:rFonts w:cs="Times New Roman"/>
      <w:sz w:val="2"/>
    </w:rPr>
  </w:style>
  <w:style w:type="paragraph" w:customStyle="1" w:styleId="a">
    <w:name w:val="Знак Знак Знак"/>
    <w:basedOn w:val="Normal"/>
    <w:uiPriority w:val="99"/>
    <w:rsid w:val="00025CD7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character" w:styleId="Strong">
    <w:name w:val="Strong"/>
    <w:basedOn w:val="DefaultParagraphFont"/>
    <w:uiPriority w:val="99"/>
    <w:qFormat/>
    <w:rsid w:val="00D44E6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172</Words>
  <Characters>986</Characters>
  <Application>Microsoft Office Outlook</Application>
  <DocSecurity>0</DocSecurity>
  <Lines>0</Lines>
  <Paragraphs>0</Paragraphs>
  <ScaleCrop>false</ScaleCrop>
  <Company>ФУ адм.г.Дивногорска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Красноярский край</dc:title>
  <dc:subject/>
  <dc:creator>Сотрудник</dc:creator>
  <cp:keywords/>
  <dc:description/>
  <cp:lastModifiedBy>Пось С.А.</cp:lastModifiedBy>
  <cp:revision>3</cp:revision>
  <cp:lastPrinted>2012-03-02T06:21:00Z</cp:lastPrinted>
  <dcterms:created xsi:type="dcterms:W3CDTF">2012-03-06T04:30:00Z</dcterms:created>
  <dcterms:modified xsi:type="dcterms:W3CDTF">2012-03-30T01:18:00Z</dcterms:modified>
</cp:coreProperties>
</file>